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4AB95" w14:textId="7EA479B8" w:rsidR="00C72D3B" w:rsidRDefault="00747C9F" w:rsidP="00C72D3B">
      <w:pPr>
        <w:pStyle w:val="Title"/>
      </w:pPr>
      <w:r>
        <w:t>statement on SOS-UK operations in relation to covid-19</w:t>
      </w:r>
    </w:p>
    <w:p w14:paraId="06DE85A7" w14:textId="1D48ED8D" w:rsidR="00747C9F" w:rsidRDefault="00747C9F" w:rsidP="00747C9F">
      <w:pPr>
        <w:pStyle w:val="Heading1"/>
      </w:pPr>
      <w:r>
        <w:t>16</w:t>
      </w:r>
      <w:r w:rsidRPr="00747C9F">
        <w:rPr>
          <w:vertAlign w:val="superscript"/>
        </w:rPr>
        <w:t>th</w:t>
      </w:r>
      <w:r>
        <w:t xml:space="preserve"> March 2022</w:t>
      </w:r>
    </w:p>
    <w:p w14:paraId="5BB63C29" w14:textId="2F72948B" w:rsidR="00747C9F" w:rsidRDefault="00747C9F" w:rsidP="00747C9F">
      <w:r>
        <w:t xml:space="preserve">Further to our earlier statements </w:t>
      </w:r>
      <w:r>
        <w:t>in 2020 and 2021</w:t>
      </w:r>
      <w:r>
        <w:t xml:space="preserve">, we have updated working practices in </w:t>
      </w:r>
      <w:r>
        <w:t>response to</w:t>
      </w:r>
      <w:r>
        <w:t xml:space="preserve"> updated government </w:t>
      </w:r>
      <w:r>
        <w:t>guidance to</w:t>
      </w:r>
      <w:r>
        <w:t xml:space="preserve"> </w:t>
      </w:r>
      <w:r>
        <w:t>from 24</w:t>
      </w:r>
      <w:r w:rsidRPr="00747C9F">
        <w:rPr>
          <w:vertAlign w:val="superscript"/>
        </w:rPr>
        <w:t>th</w:t>
      </w:r>
      <w:r>
        <w:t xml:space="preserve"> February 2022. </w:t>
      </w:r>
    </w:p>
    <w:p w14:paraId="4D8DDA97" w14:textId="14F8F75F" w:rsidR="00747C9F" w:rsidRDefault="00747C9F" w:rsidP="00747C9F">
      <w:r>
        <w:t>In England, the government have removed all domestic restrictions related to the covid-19 pandemic. As such, we are</w:t>
      </w:r>
      <w:r>
        <w:t xml:space="preserve"> taking steps to ensure we do not inadvertently spread the virus through our activities</w:t>
      </w:r>
      <w:r>
        <w:t>, to protect our SOS-UK staff and contacts</w:t>
      </w:r>
      <w:r>
        <w:t xml:space="preserve">. As such we are continuing the below actions until </w:t>
      </w:r>
      <w:r>
        <w:t>further notice:</w:t>
      </w:r>
      <w:r>
        <w:t xml:space="preserve"> </w:t>
      </w:r>
    </w:p>
    <w:p w14:paraId="00FFE8C0" w14:textId="1F71C27A" w:rsidR="00747C9F" w:rsidRDefault="00747C9F" w:rsidP="00747C9F">
      <w:pPr>
        <w:pStyle w:val="ListParagraph"/>
        <w:numPr>
          <w:ilvl w:val="0"/>
          <w:numId w:val="12"/>
        </w:numPr>
      </w:pPr>
      <w:r>
        <w:t>Office workers have returned to office working</w:t>
      </w:r>
    </w:p>
    <w:p w14:paraId="6A3E8F1F" w14:textId="4A2D22BE" w:rsidR="00747C9F" w:rsidRDefault="00747C9F" w:rsidP="00747C9F">
      <w:pPr>
        <w:pStyle w:val="ListParagraph"/>
        <w:numPr>
          <w:ilvl w:val="0"/>
          <w:numId w:val="12"/>
        </w:numPr>
      </w:pPr>
      <w:r>
        <w:t>Office workers are continuing to regularly test for covid-19 with lateral flow tests.</w:t>
      </w:r>
    </w:p>
    <w:p w14:paraId="727F46A7" w14:textId="2FFBDA3D" w:rsidR="00747C9F" w:rsidRDefault="00747C9F" w:rsidP="00747C9F">
      <w:pPr>
        <w:pStyle w:val="ListParagraph"/>
        <w:numPr>
          <w:ilvl w:val="0"/>
          <w:numId w:val="12"/>
        </w:numPr>
      </w:pPr>
      <w:r>
        <w:t>All staff are individually adhering to</w:t>
      </w:r>
      <w:r>
        <w:t xml:space="preserve"> previous</w:t>
      </w:r>
      <w:r>
        <w:t xml:space="preserve"> Government guidance on hygiene</w:t>
      </w:r>
      <w:r>
        <w:t>,</w:t>
      </w:r>
      <w:r>
        <w:t xml:space="preserve"> and</w:t>
      </w:r>
      <w:r>
        <w:t xml:space="preserve"> they are</w:t>
      </w:r>
      <w:r>
        <w:t xml:space="preserve"> self-isolati</w:t>
      </w:r>
      <w:r>
        <w:t>ng if they test positive for the virus</w:t>
      </w:r>
    </w:p>
    <w:p w14:paraId="579DCDF8" w14:textId="77777777" w:rsidR="00747C9F" w:rsidRDefault="00747C9F" w:rsidP="00747C9F">
      <w:pPr>
        <w:pStyle w:val="ListParagraph"/>
        <w:numPr>
          <w:ilvl w:val="0"/>
          <w:numId w:val="12"/>
        </w:numPr>
      </w:pPr>
      <w:r>
        <w:t xml:space="preserve">Our training, workshops, and meetings are being delivered </w:t>
      </w:r>
      <w:r>
        <w:t xml:space="preserve">both in-person and </w:t>
      </w:r>
      <w:r>
        <w:t>remotely, using Skype for Business and Zoom</w:t>
      </w:r>
    </w:p>
    <w:p w14:paraId="3053C53B" w14:textId="2309E210" w:rsidR="00747C9F" w:rsidRDefault="00747C9F" w:rsidP="00747C9F">
      <w:pPr>
        <w:pStyle w:val="ListParagraph"/>
        <w:numPr>
          <w:ilvl w:val="0"/>
          <w:numId w:val="12"/>
        </w:numPr>
      </w:pPr>
      <w:r>
        <w:t>We ask that our external contacts oblige to encourage meeting, workshop and event participants/attendees refrain from attending in-person if they have covid-19 symptoms, and if possible, they continue to lateral flow test out of respect for others</w:t>
      </w:r>
      <w:r>
        <w:t xml:space="preserve"> </w:t>
      </w:r>
    </w:p>
    <w:p w14:paraId="4D32322A" w14:textId="3228FFB4" w:rsidR="00747C9F" w:rsidRDefault="00747C9F" w:rsidP="00747C9F">
      <w:pPr>
        <w:pStyle w:val="ListParagraph"/>
        <w:numPr>
          <w:ilvl w:val="0"/>
          <w:numId w:val="12"/>
        </w:numPr>
      </w:pPr>
      <w:r>
        <w:t xml:space="preserve">Please respect the safety of our staff and individuals who fall under your responsibility by </w:t>
      </w:r>
      <w:r w:rsidR="003E4B47">
        <w:t>accepting that we will not allow our staff to work in-person if they have covid-19.</w:t>
      </w:r>
    </w:p>
    <w:p w14:paraId="5A25AC78" w14:textId="3930E02B" w:rsidR="00747C9F" w:rsidRDefault="00747C9F" w:rsidP="00747C9F">
      <w:r>
        <w:t xml:space="preserve">We will review our position, and update this statement, as needed on an ongoing basis. </w:t>
      </w:r>
    </w:p>
    <w:p w14:paraId="754AF7D0" w14:textId="3B520F08" w:rsidR="00747C9F" w:rsidRDefault="00747C9F" w:rsidP="00747C9F">
      <w:r>
        <w:t xml:space="preserve">If you have any questions relating to this statement, please contact us at </w:t>
      </w:r>
      <w:hyperlink r:id="rId8" w:history="1">
        <w:r w:rsidRPr="00912D34">
          <w:rPr>
            <w:rStyle w:val="Hyperlink"/>
          </w:rPr>
          <w:t>hello@sos-uk.org</w:t>
        </w:r>
      </w:hyperlink>
      <w:r>
        <w:t xml:space="preserve">. </w:t>
      </w:r>
    </w:p>
    <w:p w14:paraId="4157D1DF" w14:textId="44C773C6" w:rsidR="00747C9F" w:rsidRDefault="00747C9F" w:rsidP="00747C9F">
      <w:r>
        <w:t xml:space="preserve">Thank you for your support </w:t>
      </w:r>
      <w:proofErr w:type="gramStart"/>
      <w:r>
        <w:t>at this time</w:t>
      </w:r>
      <w:proofErr w:type="gramEnd"/>
      <w:r>
        <w:t xml:space="preserve">, look after one another. </w:t>
      </w:r>
    </w:p>
    <w:p w14:paraId="32B15F34" w14:textId="77777777" w:rsidR="00747C9F" w:rsidRDefault="00747C9F" w:rsidP="00747C9F"/>
    <w:p w14:paraId="6D70B18D" w14:textId="60E14D9F" w:rsidR="00747C9F" w:rsidRDefault="00747C9F" w:rsidP="00747C9F">
      <w:pPr>
        <w:jc w:val="right"/>
      </w:pPr>
      <w:r>
        <w:t xml:space="preserve">Joanna Romanowicz, Director of </w:t>
      </w:r>
      <w:r w:rsidR="003E4B47">
        <w:t>e</w:t>
      </w:r>
      <w:r>
        <w:t xml:space="preserve">ngagement, SOS-UK </w:t>
      </w:r>
    </w:p>
    <w:p w14:paraId="04691931" w14:textId="6371B554" w:rsidR="003E4B47" w:rsidRDefault="003E4B47" w:rsidP="00747C9F">
      <w:pPr>
        <w:jc w:val="right"/>
      </w:pPr>
      <w:r>
        <w:t>Jade Monroe, (interim) Director of education</w:t>
      </w:r>
    </w:p>
    <w:p w14:paraId="74D9EB94" w14:textId="4C0E3FA9" w:rsidR="003E4B47" w:rsidRDefault="003E4B47" w:rsidP="003E4B47">
      <w:pPr>
        <w:jc w:val="right"/>
      </w:pPr>
      <w:r>
        <w:t>Meg Baker</w:t>
      </w:r>
      <w:r w:rsidR="00747C9F">
        <w:t xml:space="preserve">, </w:t>
      </w:r>
      <w:r>
        <w:t xml:space="preserve">(interim) </w:t>
      </w:r>
      <w:r w:rsidR="00747C9F">
        <w:t xml:space="preserve">Director of </w:t>
      </w:r>
      <w:r>
        <w:t>e</w:t>
      </w:r>
      <w:r w:rsidR="00747C9F">
        <w:t xml:space="preserve">ducation, SOS-UK </w:t>
      </w:r>
    </w:p>
    <w:p w14:paraId="11B0C021" w14:textId="43D4A8C1" w:rsidR="00747C9F" w:rsidRDefault="00747C9F" w:rsidP="00747C9F">
      <w:pPr>
        <w:jc w:val="right"/>
      </w:pPr>
      <w:r>
        <w:t xml:space="preserve">Jamie Agombar, Executive </w:t>
      </w:r>
      <w:r w:rsidR="003E4B47">
        <w:t>d</w:t>
      </w:r>
      <w:r>
        <w:t xml:space="preserve">irector, SOS-UK </w:t>
      </w:r>
    </w:p>
    <w:p w14:paraId="11CDF5B8" w14:textId="7D567E83" w:rsidR="00747C9F" w:rsidRPr="00747C9F" w:rsidRDefault="003E4B47" w:rsidP="00747C9F">
      <w:pPr>
        <w:jc w:val="right"/>
      </w:pPr>
      <w:r>
        <w:t>16</w:t>
      </w:r>
      <w:r w:rsidRPr="003E4B47">
        <w:rPr>
          <w:vertAlign w:val="superscript"/>
        </w:rPr>
        <w:t>th</w:t>
      </w:r>
      <w:r>
        <w:t xml:space="preserve"> March 2022</w:t>
      </w:r>
    </w:p>
    <w:sectPr w:rsidR="00747C9F" w:rsidRPr="00747C9F" w:rsidSect="008C71BB"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134" w:right="1134" w:bottom="1701" w:left="1134" w:header="1134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CB9A" w14:textId="77777777" w:rsidR="00747C9F" w:rsidRDefault="00747C9F" w:rsidP="00FA0931">
      <w:r>
        <w:separator/>
      </w:r>
    </w:p>
  </w:endnote>
  <w:endnote w:type="continuationSeparator" w:id="0">
    <w:p w14:paraId="4AC489B7" w14:textId="77777777" w:rsidR="00747C9F" w:rsidRDefault="00747C9F" w:rsidP="00FA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699261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8CD830" w14:textId="77777777" w:rsidR="00096F1E" w:rsidRDefault="00096F1E" w:rsidP="00993806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4E975C" w14:textId="77777777" w:rsidR="00FA0931" w:rsidRDefault="00FA0931" w:rsidP="00096F1E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C531" w14:textId="77777777" w:rsidR="00FA0931" w:rsidRPr="00F56B68" w:rsidRDefault="00F56B68" w:rsidP="00F56B68">
    <w:pPr>
      <w:pStyle w:val="Footer"/>
      <w:rPr>
        <w:b/>
        <w:sz w:val="17"/>
        <w:szCs w:val="17"/>
      </w:rPr>
    </w:pPr>
    <w:r w:rsidRPr="00F56B68">
      <w:rPr>
        <w:b/>
        <w:bCs/>
        <w:noProof/>
        <w:sz w:val="17"/>
        <w:szCs w:val="17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52A8B8D" wp14:editId="2C388228">
              <wp:simplePos x="0" y="0"/>
              <wp:positionH relativeFrom="column">
                <wp:posOffset>2277110</wp:posOffset>
              </wp:positionH>
              <wp:positionV relativeFrom="paragraph">
                <wp:posOffset>-43815</wp:posOffset>
              </wp:positionV>
              <wp:extent cx="3284855" cy="285750"/>
              <wp:effectExtent l="0" t="0" r="0" b="0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4855" cy="285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95B1D5" w14:textId="77777777" w:rsidR="00F56B68" w:rsidRPr="00901A60" w:rsidRDefault="00F56B68" w:rsidP="00F56B68">
                          <w:pPr>
                            <w:jc w:val="right"/>
                            <w:rPr>
                              <w:color w:val="00AFC8" w:themeColor="text2"/>
                              <w:sz w:val="17"/>
                              <w:szCs w:val="17"/>
                              <w:lang w:val="en-US"/>
                            </w:rPr>
                          </w:pPr>
                          <w:r w:rsidRPr="00901A60">
                            <w:rPr>
                              <w:color w:val="00AFC8" w:themeColor="text2"/>
                              <w:sz w:val="17"/>
                              <w:szCs w:val="17"/>
                              <w:lang w:val="en-US"/>
                            </w:rPr>
                            <w:t>STUDENTS ORGANISING FOR SUSTAINABILITY UK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A8B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9.3pt;margin-top:-3.45pt;width:258.6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" filled="f" stroked="f">
              <v:textbox>
                <w:txbxContent>
                  <w:p w14:paraId="4995B1D5" w14:textId="77777777" w:rsidR="00F56B68" w:rsidRPr="00901A60" w:rsidRDefault="00F56B68" w:rsidP="00F56B68">
                    <w:pPr>
                      <w:jc w:val="right"/>
                      <w:rPr>
                        <w:color w:val="00AFC8" w:themeColor="text2"/>
                        <w:sz w:val="17"/>
                        <w:szCs w:val="17"/>
                        <w:lang w:val="en-US"/>
                      </w:rPr>
                    </w:pPr>
                    <w:r w:rsidRPr="00901A60">
                      <w:rPr>
                        <w:color w:val="00AFC8" w:themeColor="text2"/>
                        <w:sz w:val="17"/>
                        <w:szCs w:val="17"/>
                        <w:lang w:val="en-US"/>
                      </w:rPr>
                      <w:t>STUDENTS ORGANISING FOR SUSTAINABILITY UK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56B68">
      <w:rPr>
        <w:b/>
        <w:sz w:val="17"/>
        <w:szCs w:val="17"/>
      </w:rPr>
      <w:t xml:space="preserve">[INSERT </w:t>
    </w:r>
    <w:proofErr w:type="gramStart"/>
    <w:r w:rsidRPr="00F56B68">
      <w:rPr>
        <w:b/>
        <w:sz w:val="17"/>
        <w:szCs w:val="17"/>
      </w:rPr>
      <w:t>TITLE]  |</w:t>
    </w:r>
    <w:proofErr w:type="gramEnd"/>
    <w:r w:rsidRPr="00F56B68">
      <w:rPr>
        <w:b/>
        <w:sz w:val="17"/>
        <w:szCs w:val="17"/>
      </w:rPr>
      <w:t xml:space="preserve">  </w:t>
    </w:r>
    <w:r w:rsidRPr="00F56B68">
      <w:rPr>
        <w:b/>
        <w:sz w:val="17"/>
        <w:szCs w:val="17"/>
      </w:rPr>
      <w:fldChar w:fldCharType="begin"/>
    </w:r>
    <w:r w:rsidRPr="00F56B68">
      <w:rPr>
        <w:b/>
        <w:sz w:val="17"/>
        <w:szCs w:val="17"/>
      </w:rPr>
      <w:instrText xml:space="preserve"> PAGE  \* Arabic  \* MERGEFORMAT </w:instrText>
    </w:r>
    <w:r w:rsidRPr="00F56B68">
      <w:rPr>
        <w:b/>
        <w:sz w:val="17"/>
        <w:szCs w:val="17"/>
      </w:rPr>
      <w:fldChar w:fldCharType="separate"/>
    </w:r>
    <w:r w:rsidRPr="00F56B68">
      <w:rPr>
        <w:b/>
        <w:noProof/>
        <w:sz w:val="17"/>
        <w:szCs w:val="17"/>
      </w:rPr>
      <w:t>2</w:t>
    </w:r>
    <w:r w:rsidRPr="00F56B68">
      <w:rPr>
        <w:b/>
        <w:sz w:val="17"/>
        <w:szCs w:val="17"/>
      </w:rPr>
      <w:fldChar w:fldCharType="end"/>
    </w:r>
    <w:r w:rsidRPr="00F56B68">
      <w:rPr>
        <w:b/>
        <w:bCs/>
        <w:noProof/>
        <w:sz w:val="17"/>
        <w:szCs w:val="17"/>
      </w:rPr>
      <w:drawing>
        <wp:anchor distT="0" distB="0" distL="114300" distR="114300" simplePos="0" relativeHeight="251666432" behindDoc="1" locked="1" layoutInCell="1" allowOverlap="1" wp14:anchorId="0EE5FB85" wp14:editId="27EEDFA1">
          <wp:simplePos x="0" y="0"/>
          <wp:positionH relativeFrom="page">
            <wp:posOffset>2540</wp:posOffset>
          </wp:positionH>
          <wp:positionV relativeFrom="page">
            <wp:align>bottom</wp:align>
          </wp:positionV>
          <wp:extent cx="7559675" cy="535940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OS-UK_WordDocument_B.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F67B" w14:textId="77777777" w:rsidR="008C71BB" w:rsidRPr="00A91205" w:rsidRDefault="00A91205">
    <w:pPr>
      <w:pStyle w:val="Footer"/>
      <w:rPr>
        <w:b/>
        <w:sz w:val="17"/>
        <w:szCs w:val="17"/>
      </w:rPr>
    </w:pPr>
    <w:r w:rsidRPr="00A91205">
      <w:rPr>
        <w:b/>
        <w:bCs/>
        <w:noProof/>
        <w:sz w:val="17"/>
        <w:szCs w:val="17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94CEFB6" wp14:editId="7795047D">
              <wp:simplePos x="0" y="0"/>
              <wp:positionH relativeFrom="column">
                <wp:posOffset>2277110</wp:posOffset>
              </wp:positionH>
              <wp:positionV relativeFrom="paragraph">
                <wp:posOffset>-43815</wp:posOffset>
              </wp:positionV>
              <wp:extent cx="3284855" cy="285750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4855" cy="285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BF5ED" w14:textId="77777777" w:rsidR="008C71BB" w:rsidRPr="00901A60" w:rsidRDefault="008C71BB" w:rsidP="008C71BB">
                          <w:pPr>
                            <w:jc w:val="right"/>
                            <w:rPr>
                              <w:color w:val="00AFC8" w:themeColor="text2"/>
                              <w:sz w:val="17"/>
                              <w:szCs w:val="17"/>
                              <w:lang w:val="en-US"/>
                            </w:rPr>
                          </w:pPr>
                          <w:r w:rsidRPr="00901A60">
                            <w:rPr>
                              <w:color w:val="00AFC8" w:themeColor="text2"/>
                              <w:sz w:val="17"/>
                              <w:szCs w:val="17"/>
                              <w:lang w:val="en-US"/>
                            </w:rPr>
                            <w:t>STUDENTS ORGANISING FOR SUSTAINABILITY UK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4CEFB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79.3pt;margin-top:-3.45pt;width:258.6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" filled="f" stroked="f">
              <v:textbox>
                <w:txbxContent>
                  <w:p w14:paraId="79ABF5ED" w14:textId="77777777" w:rsidR="008C71BB" w:rsidRPr="00901A60" w:rsidRDefault="008C71BB" w:rsidP="008C71BB">
                    <w:pPr>
                      <w:jc w:val="right"/>
                      <w:rPr>
                        <w:color w:val="00AFC8" w:themeColor="text2"/>
                        <w:sz w:val="17"/>
                        <w:szCs w:val="17"/>
                        <w:lang w:val="en-US"/>
                      </w:rPr>
                    </w:pPr>
                    <w:r w:rsidRPr="00901A60">
                      <w:rPr>
                        <w:color w:val="00AFC8" w:themeColor="text2"/>
                        <w:sz w:val="17"/>
                        <w:szCs w:val="17"/>
                        <w:lang w:val="en-US"/>
                      </w:rPr>
                      <w:t>STUDENTS ORGANISING FOR SUSTAINABILITY UK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009A1">
      <w:rPr>
        <w:b/>
        <w:sz w:val="17"/>
        <w:szCs w:val="17"/>
      </w:rPr>
      <w:t xml:space="preserve">[INSERT </w:t>
    </w:r>
    <w:proofErr w:type="gramStart"/>
    <w:r w:rsidR="005009A1">
      <w:rPr>
        <w:b/>
        <w:sz w:val="17"/>
        <w:szCs w:val="17"/>
      </w:rPr>
      <w:t>TITLE]</w:t>
    </w:r>
    <w:r w:rsidRPr="00A91205">
      <w:rPr>
        <w:b/>
        <w:sz w:val="17"/>
        <w:szCs w:val="17"/>
      </w:rPr>
      <w:t xml:space="preserve">  |</w:t>
    </w:r>
    <w:proofErr w:type="gramEnd"/>
    <w:r w:rsidRPr="00A91205">
      <w:rPr>
        <w:b/>
        <w:sz w:val="17"/>
        <w:szCs w:val="17"/>
      </w:rPr>
      <w:t xml:space="preserve">  </w:t>
    </w:r>
    <w:r w:rsidRPr="00A91205">
      <w:rPr>
        <w:b/>
        <w:sz w:val="17"/>
        <w:szCs w:val="17"/>
      </w:rPr>
      <w:fldChar w:fldCharType="begin"/>
    </w:r>
    <w:r w:rsidRPr="00A91205">
      <w:rPr>
        <w:b/>
        <w:sz w:val="17"/>
        <w:szCs w:val="17"/>
      </w:rPr>
      <w:instrText xml:space="preserve"> PAGE  \* Arabic  \* MERGEFORMAT </w:instrText>
    </w:r>
    <w:r w:rsidRPr="00A91205">
      <w:rPr>
        <w:b/>
        <w:sz w:val="17"/>
        <w:szCs w:val="17"/>
      </w:rPr>
      <w:fldChar w:fldCharType="separate"/>
    </w:r>
    <w:r w:rsidRPr="00A91205">
      <w:rPr>
        <w:b/>
        <w:noProof/>
        <w:sz w:val="17"/>
        <w:szCs w:val="17"/>
      </w:rPr>
      <w:t>2</w:t>
    </w:r>
    <w:r w:rsidRPr="00A91205">
      <w:rPr>
        <w:b/>
        <w:sz w:val="17"/>
        <w:szCs w:val="17"/>
      </w:rPr>
      <w:fldChar w:fldCharType="end"/>
    </w:r>
    <w:r w:rsidR="008C71BB" w:rsidRPr="00A91205">
      <w:rPr>
        <w:b/>
        <w:bCs/>
        <w:noProof/>
        <w:sz w:val="17"/>
        <w:szCs w:val="17"/>
      </w:rPr>
      <w:drawing>
        <wp:anchor distT="0" distB="0" distL="114300" distR="114300" simplePos="0" relativeHeight="251657215" behindDoc="1" locked="1" layoutInCell="1" allowOverlap="1" wp14:anchorId="2ADA146A" wp14:editId="0B4DFAA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675" cy="535940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OS-UK_WordDocument_B.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73751" w14:textId="77777777" w:rsidR="00747C9F" w:rsidRDefault="00747C9F" w:rsidP="00FA0931">
      <w:r>
        <w:separator/>
      </w:r>
    </w:p>
  </w:footnote>
  <w:footnote w:type="continuationSeparator" w:id="0">
    <w:p w14:paraId="6DED8930" w14:textId="77777777" w:rsidR="00747C9F" w:rsidRDefault="00747C9F" w:rsidP="00FA0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D3C2" w14:textId="77777777" w:rsidR="008C71BB" w:rsidRDefault="008C71BB">
    <w:pPr>
      <w:pStyle w:val="Header"/>
    </w:pPr>
    <w:r>
      <w:rPr>
        <w:noProof/>
      </w:rPr>
      <w:drawing>
        <wp:inline distT="0" distB="0" distL="0" distR="0" wp14:anchorId="1205F3D1" wp14:editId="0967419E">
          <wp:extent cx="2325600" cy="71640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S-UK_Logo_Positive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5600" cy="71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7AA8"/>
    <w:multiLevelType w:val="hybridMultilevel"/>
    <w:tmpl w:val="B61A75A6"/>
    <w:lvl w:ilvl="0" w:tplc="8384000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523CC"/>
    <w:multiLevelType w:val="hybridMultilevel"/>
    <w:tmpl w:val="46E894A6"/>
    <w:lvl w:ilvl="0" w:tplc="D318F4BC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EB065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75D83"/>
    <w:multiLevelType w:val="multilevel"/>
    <w:tmpl w:val="0809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CC49BB"/>
    <w:multiLevelType w:val="hybridMultilevel"/>
    <w:tmpl w:val="428C721A"/>
    <w:lvl w:ilvl="0" w:tplc="0D1405C8">
      <w:numFmt w:val="bullet"/>
      <w:lvlText w:val="•"/>
      <w:lvlJc w:val="left"/>
      <w:pPr>
        <w:ind w:left="720" w:hanging="360"/>
      </w:pPr>
      <w:rPr>
        <w:rFonts w:ascii="Trebuchet MS" w:eastAsiaTheme="minorHAnsi" w:hAnsi="Trebuchet MS" w:cs="Times New Roman (Body CS)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9A2D3C"/>
    <w:multiLevelType w:val="hybridMultilevel"/>
    <w:tmpl w:val="47B8AE52"/>
    <w:lvl w:ilvl="0" w:tplc="C744F7FC">
      <w:start w:val="1"/>
      <w:numFmt w:val="decimal"/>
      <w:pStyle w:val="Numberedsubtitle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755F0"/>
    <w:multiLevelType w:val="multilevel"/>
    <w:tmpl w:val="16D2E9CA"/>
    <w:lvl w:ilvl="0">
      <w:start w:val="1"/>
      <w:numFmt w:val="decimal"/>
      <w:pStyle w:val="Numberedheading1"/>
      <w:lvlText w:val="%1.1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99D205B"/>
    <w:multiLevelType w:val="hybridMultilevel"/>
    <w:tmpl w:val="0AA25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2F7791"/>
    <w:multiLevelType w:val="hybridMultilevel"/>
    <w:tmpl w:val="80782110"/>
    <w:lvl w:ilvl="0" w:tplc="08090001">
      <w:start w:val="1"/>
      <w:numFmt w:val="bullet"/>
      <w:lvlText w:val=""/>
      <w:lvlJc w:val="left"/>
      <w:pPr>
        <w:ind w:left="1152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9F"/>
    <w:rsid w:val="0000647C"/>
    <w:rsid w:val="00041CC7"/>
    <w:rsid w:val="000827B6"/>
    <w:rsid w:val="00096F1E"/>
    <w:rsid w:val="000A728E"/>
    <w:rsid w:val="000E6ADB"/>
    <w:rsid w:val="00123CB9"/>
    <w:rsid w:val="001A5230"/>
    <w:rsid w:val="001C516C"/>
    <w:rsid w:val="00200AB5"/>
    <w:rsid w:val="00235018"/>
    <w:rsid w:val="002375F6"/>
    <w:rsid w:val="00252C76"/>
    <w:rsid w:val="002837DE"/>
    <w:rsid w:val="00352B87"/>
    <w:rsid w:val="003B0621"/>
    <w:rsid w:val="003D7422"/>
    <w:rsid w:val="003E4B47"/>
    <w:rsid w:val="0047723F"/>
    <w:rsid w:val="00497F5C"/>
    <w:rsid w:val="004D47B0"/>
    <w:rsid w:val="005009A1"/>
    <w:rsid w:val="00541BCF"/>
    <w:rsid w:val="005D01DE"/>
    <w:rsid w:val="00611B25"/>
    <w:rsid w:val="00650AF3"/>
    <w:rsid w:val="00653C2F"/>
    <w:rsid w:val="00691249"/>
    <w:rsid w:val="006E5CCF"/>
    <w:rsid w:val="006F3CB7"/>
    <w:rsid w:val="006F7AD4"/>
    <w:rsid w:val="00711087"/>
    <w:rsid w:val="00724418"/>
    <w:rsid w:val="00747C9F"/>
    <w:rsid w:val="00762092"/>
    <w:rsid w:val="00763688"/>
    <w:rsid w:val="007A6B59"/>
    <w:rsid w:val="007D13FB"/>
    <w:rsid w:val="007D6568"/>
    <w:rsid w:val="008B6670"/>
    <w:rsid w:val="008C19D3"/>
    <w:rsid w:val="008C71BB"/>
    <w:rsid w:val="008F42EB"/>
    <w:rsid w:val="00901A60"/>
    <w:rsid w:val="0090482F"/>
    <w:rsid w:val="00942C72"/>
    <w:rsid w:val="00964977"/>
    <w:rsid w:val="009B3DF4"/>
    <w:rsid w:val="009F4F0E"/>
    <w:rsid w:val="00A15AF3"/>
    <w:rsid w:val="00A16E9E"/>
    <w:rsid w:val="00A522AD"/>
    <w:rsid w:val="00A52441"/>
    <w:rsid w:val="00A91205"/>
    <w:rsid w:val="00B14245"/>
    <w:rsid w:val="00B72687"/>
    <w:rsid w:val="00C72D3B"/>
    <w:rsid w:val="00C73FD6"/>
    <w:rsid w:val="00CB45CD"/>
    <w:rsid w:val="00CB6086"/>
    <w:rsid w:val="00CD50E8"/>
    <w:rsid w:val="00D06198"/>
    <w:rsid w:val="00D772BB"/>
    <w:rsid w:val="00DD71A8"/>
    <w:rsid w:val="00DF3E90"/>
    <w:rsid w:val="00E02510"/>
    <w:rsid w:val="00E42AF4"/>
    <w:rsid w:val="00ED1F76"/>
    <w:rsid w:val="00EE782B"/>
    <w:rsid w:val="00F334F9"/>
    <w:rsid w:val="00F462E0"/>
    <w:rsid w:val="00F52823"/>
    <w:rsid w:val="00F56B68"/>
    <w:rsid w:val="00F72052"/>
    <w:rsid w:val="00FA0931"/>
    <w:rsid w:val="00FA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0BF97"/>
  <w15:chartTrackingRefBased/>
  <w15:docId w15:val="{14DF7C10-ACA7-4097-85C8-07654680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AF3"/>
    <w:pPr>
      <w:suppressAutoHyphens/>
      <w:snapToGrid w:val="0"/>
      <w:spacing w:after="160" w:line="264" w:lineRule="auto"/>
    </w:pPr>
    <w:rPr>
      <w:rFonts w:ascii="Trebuchet MS" w:hAnsi="Trebuchet MS" w:cs="Times New Roman (Body CS)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5AF3"/>
    <w:pPr>
      <w:keepNext/>
      <w:keepLines/>
      <w:spacing w:before="320" w:line="240" w:lineRule="auto"/>
      <w:outlineLvl w:val="0"/>
    </w:pPr>
    <w:rPr>
      <w:rFonts w:eastAsiaTheme="majorEastAsia" w:cs="Times New Roman (Headings CS)"/>
      <w:b/>
      <w:bCs/>
      <w:color w:val="00AFC8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5AF3"/>
    <w:pPr>
      <w:keepNext/>
      <w:keepLines/>
      <w:spacing w:before="320"/>
      <w:outlineLvl w:val="1"/>
    </w:pPr>
    <w:rPr>
      <w:rFonts w:eastAsiaTheme="majorEastAsia" w:cs="Times New Roman (Headings CS)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5AF3"/>
    <w:pPr>
      <w:keepNext/>
      <w:keepLines/>
      <w:spacing w:before="200" w:after="40"/>
      <w:outlineLvl w:val="2"/>
    </w:pPr>
    <w:rPr>
      <w:rFonts w:asciiTheme="majorHAnsi" w:eastAsiaTheme="majorEastAsia" w:hAnsiTheme="majorHAnsi" w:cs="Times New Roman (Headings CS)"/>
      <w:b/>
      <w:bCs/>
      <w:color w:val="00AFC8" w:themeColor="text2"/>
      <w:spacing w:val="1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5AF3"/>
    <w:pPr>
      <w:keepNext/>
      <w:keepLines/>
      <w:spacing w:before="200" w:after="40"/>
      <w:outlineLvl w:val="3"/>
    </w:pPr>
    <w:rPr>
      <w:rFonts w:eastAsiaTheme="majorEastAsia" w:cs="Times New Roman (Headings CS)"/>
      <w:b/>
      <w:bCs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5AF3"/>
    <w:pPr>
      <w:keepNext/>
      <w:keepLines/>
      <w:spacing w:before="200" w:after="40"/>
      <w:outlineLvl w:val="4"/>
    </w:pPr>
    <w:rPr>
      <w:rFonts w:asciiTheme="majorHAnsi" w:eastAsiaTheme="majorEastAsia" w:hAnsiTheme="majorHAnsi" w:cs="Times New Roman (Headings CS)"/>
      <w:color w:val="00AFC8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15AF3"/>
    <w:pPr>
      <w:keepNext/>
      <w:keepLines/>
      <w:spacing w:before="200" w:after="40"/>
      <w:outlineLvl w:val="5"/>
    </w:pPr>
    <w:rPr>
      <w:rFonts w:asciiTheme="majorHAnsi" w:eastAsiaTheme="majorEastAsia" w:hAnsiTheme="majorHAnsi" w:cs="Times New Roman (Headings CS)"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15AF3"/>
    <w:pPr>
      <w:keepNext/>
      <w:keepLines/>
      <w:spacing w:before="200" w:after="40"/>
      <w:outlineLvl w:val="6"/>
    </w:pPr>
    <w:rPr>
      <w:rFonts w:asciiTheme="majorHAnsi" w:eastAsiaTheme="majorEastAsia" w:hAnsiTheme="majorHAnsi" w:cs="Times New Roman (Headings CS)"/>
      <w:i/>
      <w:iCs/>
      <w:color w:val="00AFC8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15AF3"/>
    <w:pPr>
      <w:keepNext/>
      <w:keepLines/>
      <w:spacing w:before="200" w:after="40"/>
      <w:outlineLvl w:val="7"/>
    </w:pPr>
    <w:rPr>
      <w:rFonts w:asciiTheme="majorHAnsi" w:eastAsiaTheme="majorEastAsia" w:hAnsiTheme="majorHAnsi" w:cs="Times New Roman (Headings CS)"/>
      <w:i/>
      <w:color w:val="00000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15AF3"/>
    <w:pPr>
      <w:keepNext/>
      <w:keepLines/>
      <w:spacing w:before="200" w:after="40"/>
      <w:outlineLvl w:val="8"/>
    </w:pPr>
    <w:rPr>
      <w:rFonts w:asciiTheme="majorHAnsi" w:eastAsiaTheme="majorEastAsia" w:hAnsiTheme="majorHAnsi" w:cs="Times New Roman (Headings CS)"/>
      <w:i/>
      <w:iCs/>
      <w:color w:val="B1DFE3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rsid w:val="00FA0931"/>
    <w:pPr>
      <w:framePr w:wrap="around" w:vAnchor="text" w:hAnchor="text" w:y="1"/>
      <w:suppressAutoHyphens/>
      <w:snapToGrid w:val="0"/>
      <w:spacing w:after="200" w:line="264" w:lineRule="auto"/>
    </w:pPr>
    <w:rPr>
      <w:rFonts w:ascii="Trebuchet MS" w:hAnsi="Trebuchet MS" w:cs="Trebuchet MS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A15AF3"/>
    <w:rPr>
      <w:rFonts w:ascii="Trebuchet MS" w:eastAsiaTheme="majorEastAsia" w:hAnsi="Trebuchet MS" w:cs="Times New Roman (Headings CS)"/>
      <w:b/>
      <w:bCs/>
      <w:color w:val="00AFC8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5AF3"/>
    <w:rPr>
      <w:rFonts w:ascii="Trebuchet MS" w:eastAsiaTheme="majorEastAsia" w:hAnsi="Trebuchet MS" w:cs="Times New Roman (Headings CS)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5AF3"/>
    <w:rPr>
      <w:rFonts w:asciiTheme="majorHAnsi" w:eastAsiaTheme="majorEastAsia" w:hAnsiTheme="majorHAnsi" w:cs="Times New Roman (Headings CS)"/>
      <w:b/>
      <w:bCs/>
      <w:color w:val="00AFC8" w:themeColor="text2"/>
      <w:spacing w:val="14"/>
    </w:rPr>
  </w:style>
  <w:style w:type="character" w:customStyle="1" w:styleId="Heading4Char">
    <w:name w:val="Heading 4 Char"/>
    <w:basedOn w:val="DefaultParagraphFont"/>
    <w:link w:val="Heading4"/>
    <w:uiPriority w:val="9"/>
    <w:rsid w:val="00A15AF3"/>
    <w:rPr>
      <w:rFonts w:ascii="Trebuchet MS" w:eastAsiaTheme="majorEastAsia" w:hAnsi="Trebuchet MS" w:cs="Times New Roman (Headings CS)"/>
      <w:b/>
      <w:bCs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rsid w:val="00A15AF3"/>
    <w:rPr>
      <w:rFonts w:asciiTheme="majorHAnsi" w:eastAsiaTheme="majorEastAsia" w:hAnsiTheme="majorHAnsi" w:cs="Times New Roman (Headings CS)"/>
      <w:color w:val="00AFC8" w:themeColor="text2"/>
    </w:rPr>
  </w:style>
  <w:style w:type="character" w:customStyle="1" w:styleId="Heading6Char">
    <w:name w:val="Heading 6 Char"/>
    <w:basedOn w:val="DefaultParagraphFont"/>
    <w:link w:val="Heading6"/>
    <w:uiPriority w:val="9"/>
    <w:rsid w:val="00A15AF3"/>
    <w:rPr>
      <w:rFonts w:asciiTheme="majorHAnsi" w:eastAsiaTheme="majorEastAsia" w:hAnsiTheme="majorHAnsi" w:cs="Times New Roman (Headings CS)"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A15AF3"/>
    <w:rPr>
      <w:rFonts w:asciiTheme="majorHAnsi" w:eastAsiaTheme="majorEastAsia" w:hAnsiTheme="majorHAnsi" w:cs="Times New Roman (Headings CS)"/>
      <w:i/>
      <w:iCs/>
      <w:color w:val="00AFC8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A15AF3"/>
    <w:rPr>
      <w:rFonts w:asciiTheme="majorHAnsi" w:eastAsiaTheme="majorEastAsia" w:hAnsiTheme="majorHAnsi" w:cs="Times New Roman (Headings CS)"/>
      <w:i/>
      <w:color w:val="00000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15AF3"/>
    <w:rPr>
      <w:rFonts w:asciiTheme="majorHAnsi" w:eastAsiaTheme="majorEastAsia" w:hAnsiTheme="majorHAnsi" w:cs="Times New Roman (Headings CS)"/>
      <w:i/>
      <w:iCs/>
      <w:color w:val="B1DFE3" w:themeColor="accent1"/>
      <w:szCs w:val="20"/>
    </w:rPr>
  </w:style>
  <w:style w:type="paragraph" w:styleId="Title">
    <w:name w:val="Title"/>
    <w:basedOn w:val="Normal"/>
    <w:next w:val="Heading1"/>
    <w:link w:val="TitleChar"/>
    <w:autoRedefine/>
    <w:uiPriority w:val="10"/>
    <w:qFormat/>
    <w:rsid w:val="00A15AF3"/>
    <w:pPr>
      <w:spacing w:after="440"/>
      <w:contextualSpacing/>
    </w:pPr>
    <w:rPr>
      <w:rFonts w:eastAsiaTheme="majorEastAsia" w:cs="Times New Roman (Headings CS)"/>
      <w:caps/>
      <w:color w:val="00AFC8" w:themeColor="text2"/>
      <w:spacing w:val="22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AF3"/>
    <w:rPr>
      <w:rFonts w:ascii="Trebuchet MS" w:eastAsiaTheme="majorEastAsia" w:hAnsi="Trebuchet MS" w:cs="Times New Roman (Headings CS)"/>
      <w:caps/>
      <w:color w:val="00AFC8" w:themeColor="text2"/>
      <w:spacing w:val="22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AF3"/>
    <w:pPr>
      <w:numPr>
        <w:ilvl w:val="1"/>
      </w:numPr>
      <w:spacing w:after="320"/>
    </w:pPr>
    <w:rPr>
      <w:rFonts w:eastAsiaTheme="majorEastAsia" w:cs="Times New Roman (Headings CS)"/>
      <w:iCs/>
      <w:color w:val="00AFC8" w:themeColor="text2"/>
      <w:spacing w:val="20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5AF3"/>
    <w:rPr>
      <w:rFonts w:ascii="Trebuchet MS" w:eastAsiaTheme="majorEastAsia" w:hAnsi="Trebuchet MS" w:cs="Times New Roman (Headings CS)"/>
      <w:iCs/>
      <w:color w:val="00AFC8" w:themeColor="text2"/>
      <w:spacing w:val="20"/>
      <w:sz w:val="36"/>
      <w:szCs w:val="24"/>
    </w:rPr>
  </w:style>
  <w:style w:type="character" w:styleId="Strong">
    <w:name w:val="Strong"/>
    <w:basedOn w:val="DefaultParagraphFont"/>
    <w:uiPriority w:val="22"/>
    <w:qFormat/>
    <w:rsid w:val="00A15AF3"/>
    <w:rPr>
      <w:rFonts w:asciiTheme="minorHAnsi" w:hAnsiTheme="minorHAnsi"/>
      <w:b/>
      <w:bCs/>
      <w:i w:val="0"/>
      <w:color w:val="000000" w:themeColor="text1"/>
      <w:spacing w:val="0"/>
      <w:w w:val="100"/>
      <w:kern w:val="0"/>
      <w:position w:val="0"/>
      <w:sz w:val="22"/>
      <w:u w:val="none"/>
      <w14:ligatures w14:val="none"/>
      <w14:numForm w14:val="default"/>
      <w14:numSpacing w14:val="default"/>
      <w14:stylisticSets/>
      <w14:cntxtAlts w14:val="0"/>
    </w:rPr>
  </w:style>
  <w:style w:type="character" w:styleId="Emphasis">
    <w:name w:val="Emphasis"/>
    <w:basedOn w:val="DefaultParagraphFont"/>
    <w:uiPriority w:val="20"/>
    <w:qFormat/>
    <w:rsid w:val="00A15AF3"/>
    <w:rPr>
      <w:rFonts w:asciiTheme="minorHAnsi" w:hAnsiTheme="minorHAnsi"/>
      <w:b/>
      <w:i/>
      <w:iCs/>
      <w:color w:val="000000" w:themeColor="text1"/>
      <w:spacing w:val="0"/>
      <w:w w:val="100"/>
      <w:kern w:val="0"/>
      <w:position w:val="0"/>
      <w:sz w:val="22"/>
      <w:u w:val="none"/>
      <w14:ligatures w14:val="none"/>
      <w14:numForm w14:val="default"/>
      <w14:numSpacing w14:val="default"/>
      <w14:stylisticSets/>
      <w14:cntxtAlts w14:val="0"/>
    </w:rPr>
  </w:style>
  <w:style w:type="paragraph" w:styleId="ListParagraph">
    <w:name w:val="List Paragraph"/>
    <w:basedOn w:val="Normal"/>
    <w:link w:val="ListParagraphChar"/>
    <w:uiPriority w:val="34"/>
    <w:qFormat/>
    <w:rsid w:val="00A15AF3"/>
    <w:pPr>
      <w:spacing w:before="160"/>
      <w:ind w:left="1287" w:right="567" w:hanging="36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15AF3"/>
    <w:pPr>
      <w:spacing w:before="440" w:after="440"/>
      <w:ind w:left="567" w:right="567"/>
    </w:pPr>
    <w:rPr>
      <w:rFonts w:eastAsiaTheme="minorEastAsia"/>
      <w:b/>
      <w:iCs/>
    </w:rPr>
  </w:style>
  <w:style w:type="character" w:customStyle="1" w:styleId="QuoteChar">
    <w:name w:val="Quote Char"/>
    <w:basedOn w:val="DefaultParagraphFont"/>
    <w:link w:val="Quote"/>
    <w:uiPriority w:val="29"/>
    <w:rsid w:val="00A15AF3"/>
    <w:rPr>
      <w:rFonts w:ascii="Trebuchet MS" w:eastAsiaTheme="minorEastAsia" w:hAnsi="Trebuchet MS" w:cs="Times New Roman (Body CS)"/>
      <w:b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AF3"/>
    <w:pPr>
      <w:pBdr>
        <w:top w:val="single" w:sz="36" w:space="8" w:color="B1DFE3" w:themeColor="accent1"/>
        <w:bottom w:val="single" w:sz="36" w:space="8" w:color="B1DFE3" w:themeColor="accent1"/>
      </w:pBdr>
      <w:spacing w:before="440" w:after="440"/>
      <w:ind w:left="567" w:right="567"/>
    </w:pPr>
    <w:rPr>
      <w:rFonts w:asciiTheme="minorHAnsi" w:eastAsiaTheme="minorEastAsia" w:hAnsiTheme="minorHAnsi"/>
      <w:bCs/>
      <w:iCs/>
      <w:color w:val="00AFC8" w:themeColor="text2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AF3"/>
    <w:rPr>
      <w:rFonts w:eastAsiaTheme="minorEastAsia" w:cs="Times New Roman (Body CS)"/>
      <w:bCs/>
      <w:iCs/>
      <w:color w:val="00AFC8" w:themeColor="text2"/>
      <w:sz w:val="32"/>
    </w:rPr>
  </w:style>
  <w:style w:type="character" w:styleId="SubtleEmphasis">
    <w:name w:val="Subtle Emphasis"/>
    <w:basedOn w:val="DefaultParagraphFont"/>
    <w:uiPriority w:val="19"/>
    <w:qFormat/>
    <w:rsid w:val="00A15AF3"/>
    <w:rPr>
      <w:rFonts w:ascii="Trebuchet MS" w:hAnsi="Trebuchet MS"/>
      <w:b w:val="0"/>
      <w:i/>
      <w:iCs/>
      <w:color w:val="000000"/>
      <w:spacing w:val="0"/>
      <w:w w:val="100"/>
      <w:kern w:val="0"/>
      <w:position w:val="0"/>
      <w:sz w:val="22"/>
      <w:u w:val="none"/>
      <w14:ligatures w14:val="none"/>
      <w14:numForm w14:val="default"/>
      <w14:numSpacing w14:val="default"/>
      <w14:stylisticSets/>
      <w14:cntxtAlts w14:val="0"/>
    </w:rPr>
  </w:style>
  <w:style w:type="character" w:styleId="IntenseEmphasis">
    <w:name w:val="Intense Emphasis"/>
    <w:basedOn w:val="DefaultParagraphFont"/>
    <w:uiPriority w:val="21"/>
    <w:qFormat/>
    <w:rsid w:val="00A15AF3"/>
    <w:rPr>
      <w:rFonts w:asciiTheme="minorHAnsi" w:hAnsiTheme="minorHAnsi"/>
      <w:b/>
      <w:bCs/>
      <w:i/>
      <w:iCs/>
      <w:color w:val="00AFC8" w:themeColor="text2"/>
      <w:spacing w:val="0"/>
      <w:w w:val="100"/>
      <w:position w:val="0"/>
      <w:sz w:val="22"/>
      <w:u w:val="none"/>
      <w14:ligatures w14:val="none"/>
      <w14:numForm w14:val="default"/>
      <w14:numSpacing w14:val="default"/>
      <w14:stylisticSets/>
    </w:rPr>
  </w:style>
  <w:style w:type="character" w:styleId="SubtleReference">
    <w:name w:val="Subtle Reference"/>
    <w:basedOn w:val="DefaultParagraphFont"/>
    <w:uiPriority w:val="31"/>
    <w:qFormat/>
    <w:rsid w:val="00A15AF3"/>
    <w:rPr>
      <w:rFonts w:asciiTheme="minorHAnsi" w:hAnsiTheme="minorHAnsi"/>
      <w:b w:val="0"/>
      <w:i w:val="0"/>
      <w:caps w:val="0"/>
      <w:smallCaps/>
      <w:color w:val="000000"/>
      <w:spacing w:val="5"/>
      <w:w w:val="100"/>
      <w:kern w:val="0"/>
      <w:position w:val="0"/>
      <w:sz w:val="22"/>
      <w:u w:val="single" w:color="000000" w:themeColor="text1"/>
      <w14:ligatures w14:val="none"/>
      <w14:numForm w14:val="default"/>
      <w14:numSpacing w14:val="default"/>
      <w14:stylisticSets/>
      <w14:cntxtAlts w14:val="0"/>
    </w:rPr>
  </w:style>
  <w:style w:type="character" w:styleId="IntenseReference">
    <w:name w:val="Intense Reference"/>
    <w:basedOn w:val="DefaultParagraphFont"/>
    <w:uiPriority w:val="32"/>
    <w:qFormat/>
    <w:rsid w:val="00A15AF3"/>
    <w:rPr>
      <w:rFonts w:asciiTheme="minorHAnsi" w:hAnsiTheme="minorHAnsi"/>
      <w:b w:val="0"/>
      <w:bCs/>
      <w:i w:val="0"/>
      <w:caps w:val="0"/>
      <w:smallCaps/>
      <w:color w:val="00AFC8" w:themeColor="text2"/>
      <w:spacing w:val="5"/>
      <w:w w:val="100"/>
      <w:kern w:val="0"/>
      <w:position w:val="0"/>
      <w:sz w:val="22"/>
      <w:u w:val="single" w:color="00AFC8" w:themeColor="text2"/>
      <w14:ligatures w14:val="none"/>
      <w14:numForm w14:val="default"/>
      <w14:numSpacing w14:val="default"/>
      <w14:stylisticSets/>
      <w14:cntxtAlts w14:val="0"/>
    </w:rPr>
  </w:style>
  <w:style w:type="character" w:styleId="BookTitle">
    <w:name w:val="Book Title"/>
    <w:basedOn w:val="DefaultParagraphFont"/>
    <w:uiPriority w:val="33"/>
    <w:qFormat/>
    <w:rsid w:val="00A15AF3"/>
    <w:rPr>
      <w:rFonts w:asciiTheme="minorHAnsi" w:hAnsiTheme="minorHAnsi"/>
      <w:b/>
      <w:bCs/>
      <w:i w:val="0"/>
      <w:caps/>
      <w:smallCaps w:val="0"/>
      <w:color w:val="00AFC8" w:themeColor="text2"/>
      <w:spacing w:val="10"/>
      <w:w w:val="100"/>
      <w:kern w:val="0"/>
      <w:position w:val="0"/>
      <w:sz w:val="22"/>
      <w:u w:val="none"/>
      <w14:ligatures w14:val="none"/>
      <w14:numForm w14:val="default"/>
      <w14:numSpacing w14:val="default"/>
      <w14:stylisticSets/>
      <w14:cntxtAlts w14:val="0"/>
    </w:rPr>
  </w:style>
  <w:style w:type="paragraph" w:customStyle="1" w:styleId="PersonalName">
    <w:name w:val="Personal Name"/>
    <w:basedOn w:val="Title"/>
    <w:rsid w:val="008C19D3"/>
    <w:rPr>
      <w:b/>
      <w:caps w:val="0"/>
      <w:color w:val="000000"/>
      <w:sz w:val="28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5AF3"/>
    <w:rPr>
      <w:rFonts w:asciiTheme="majorHAnsi" w:eastAsiaTheme="minorEastAsia" w:hAnsiTheme="majorHAnsi"/>
      <w:bCs/>
      <w:smallCaps/>
      <w:color w:val="00AFC8" w:themeColor="text2"/>
      <w:spacing w:val="6"/>
      <w:szCs w:val="18"/>
    </w:rPr>
  </w:style>
  <w:style w:type="paragraph" w:styleId="NoSpacing">
    <w:name w:val="No Spacing"/>
    <w:link w:val="NoSpacingChar"/>
    <w:uiPriority w:val="1"/>
    <w:qFormat/>
    <w:rsid w:val="00A15AF3"/>
    <w:pPr>
      <w:suppressAutoHyphens/>
      <w:snapToGrid w:val="0"/>
    </w:pPr>
    <w:rPr>
      <w:rFonts w:ascii="Trebuchet MS" w:hAnsi="Trebuchet MS" w:cs="Times New Roman (Body CS)"/>
      <w:color w:val="000000" w:themeColor="text1"/>
    </w:rPr>
  </w:style>
  <w:style w:type="character" w:customStyle="1" w:styleId="NoSpacingChar">
    <w:name w:val="No Spacing Char"/>
    <w:basedOn w:val="DefaultParagraphFont"/>
    <w:link w:val="NoSpacing"/>
    <w:uiPriority w:val="1"/>
    <w:rsid w:val="00A15AF3"/>
    <w:rPr>
      <w:rFonts w:ascii="Trebuchet MS" w:hAnsi="Trebuchet MS" w:cs="Times New Roman (Body CS)"/>
      <w:color w:val="000000" w:themeColor="tex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5AF3"/>
    <w:pPr>
      <w:spacing w:before="480" w:line="264" w:lineRule="auto"/>
      <w:outlineLvl w:val="9"/>
    </w:pPr>
    <w:rPr>
      <w:b w:val="0"/>
    </w:rPr>
  </w:style>
  <w:style w:type="paragraph" w:styleId="Header">
    <w:name w:val="header"/>
    <w:basedOn w:val="Normal"/>
    <w:link w:val="HeaderChar"/>
    <w:uiPriority w:val="99"/>
    <w:unhideWhenUsed/>
    <w:rsid w:val="00FA09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931"/>
    <w:rPr>
      <w:sz w:val="21"/>
    </w:rPr>
  </w:style>
  <w:style w:type="paragraph" w:styleId="Footer">
    <w:name w:val="footer"/>
    <w:basedOn w:val="Normal"/>
    <w:link w:val="FooterChar"/>
    <w:uiPriority w:val="99"/>
    <w:unhideWhenUsed/>
    <w:rsid w:val="00FA09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931"/>
    <w:rPr>
      <w:sz w:val="21"/>
    </w:rPr>
  </w:style>
  <w:style w:type="character" w:styleId="PageNumber">
    <w:name w:val="page number"/>
    <w:basedOn w:val="DefaultParagraphFont"/>
    <w:uiPriority w:val="99"/>
    <w:semiHidden/>
    <w:unhideWhenUsed/>
    <w:rsid w:val="00096F1E"/>
  </w:style>
  <w:style w:type="paragraph" w:customStyle="1" w:styleId="DocumentTitle">
    <w:name w:val="Document Title"/>
    <w:basedOn w:val="Title"/>
    <w:rsid w:val="00A15AF3"/>
    <w:pPr>
      <w:jc w:val="center"/>
    </w:pPr>
    <w:rPr>
      <w:color w:val="000000" w:themeColor="text1"/>
    </w:rPr>
  </w:style>
  <w:style w:type="paragraph" w:customStyle="1" w:styleId="Numberedsubtitle">
    <w:name w:val="Numbered sub title"/>
    <w:basedOn w:val="ListParagraph"/>
    <w:link w:val="NumberedsubtitleChar"/>
    <w:qFormat/>
    <w:rsid w:val="007A6B59"/>
    <w:pPr>
      <w:numPr>
        <w:numId w:val="8"/>
      </w:numPr>
    </w:pPr>
    <w:rPr>
      <w:caps/>
      <w:color w:val="00AFC8" w:themeColor="text2"/>
      <w:sz w:val="36"/>
      <w:szCs w:val="36"/>
    </w:rPr>
  </w:style>
  <w:style w:type="paragraph" w:customStyle="1" w:styleId="Numberedheading1">
    <w:name w:val="Numbered heading 1"/>
    <w:basedOn w:val="ListParagraph"/>
    <w:link w:val="Numberedheading1Char"/>
    <w:qFormat/>
    <w:rsid w:val="007A6B59"/>
    <w:pPr>
      <w:numPr>
        <w:numId w:val="10"/>
      </w:numPr>
    </w:pPr>
    <w:rPr>
      <w:b/>
      <w:color w:val="00AFC8" w:themeColor="text2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A6B59"/>
    <w:rPr>
      <w:rFonts w:ascii="Trebuchet MS" w:hAnsi="Trebuchet MS" w:cs="Times New Roman (Body CS)"/>
      <w:color w:val="000000" w:themeColor="text1"/>
    </w:rPr>
  </w:style>
  <w:style w:type="character" w:customStyle="1" w:styleId="NumberedsubtitleChar">
    <w:name w:val="Numbered sub title Char"/>
    <w:basedOn w:val="ListParagraphChar"/>
    <w:link w:val="Numberedsubtitle"/>
    <w:rsid w:val="007A6B59"/>
    <w:rPr>
      <w:rFonts w:ascii="Trebuchet MS" w:hAnsi="Trebuchet MS" w:cs="Times New Roman (Body CS)"/>
      <w:caps/>
      <w:color w:val="00AFC8" w:themeColor="text2"/>
      <w:sz w:val="36"/>
      <w:szCs w:val="36"/>
    </w:rPr>
  </w:style>
  <w:style w:type="character" w:customStyle="1" w:styleId="Numberedheading1Char">
    <w:name w:val="Numbered heading 1 Char"/>
    <w:basedOn w:val="ListParagraphChar"/>
    <w:link w:val="Numberedheading1"/>
    <w:rsid w:val="007A6B59"/>
    <w:rPr>
      <w:rFonts w:ascii="Trebuchet MS" w:hAnsi="Trebuchet MS" w:cs="Times New Roman (Body CS)"/>
      <w:b/>
      <w:color w:val="00AFC8" w:themeColor="text2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47C9F"/>
    <w:rPr>
      <w:color w:val="00AFC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7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sos-uk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ommunications\Logos,%20branding%20and%20templates\SOS-UK%20overall%20branding\TEMPLATES\SOS-UK_Word_Simple%20document_TEMPLATE.dotx" TargetMode="External"/></Relationships>
</file>

<file path=word/theme/theme1.xml><?xml version="1.0" encoding="utf-8"?>
<a:theme xmlns:a="http://schemas.openxmlformats.org/drawingml/2006/main" name="SOS-UK_WordDocument_Theme">
  <a:themeElements>
    <a:clrScheme name="SOS-UK Powerpoint Presentation Template">
      <a:dk1>
        <a:srgbClr val="000000"/>
      </a:dk1>
      <a:lt1>
        <a:srgbClr val="FFFFFF"/>
      </a:lt1>
      <a:dk2>
        <a:srgbClr val="00AFC8"/>
      </a:dk2>
      <a:lt2>
        <a:srgbClr val="E7E6E6"/>
      </a:lt2>
      <a:accent1>
        <a:srgbClr val="B1DFE3"/>
      </a:accent1>
      <a:accent2>
        <a:srgbClr val="176F90"/>
      </a:accent2>
      <a:accent3>
        <a:srgbClr val="083A5E"/>
      </a:accent3>
      <a:accent4>
        <a:srgbClr val="E6413C"/>
      </a:accent4>
      <a:accent5>
        <a:srgbClr val="0B8080"/>
      </a:accent5>
      <a:accent6>
        <a:srgbClr val="3C3C3C"/>
      </a:accent6>
      <a:hlink>
        <a:srgbClr val="00AFC8"/>
      </a:hlink>
      <a:folHlink>
        <a:srgbClr val="083A5E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5CF92-4DA9-4C29-9FAC-B90B610E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SOS-UK_Word_Simple document_TEMPLATE</Template>
  <TotalTime>13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title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title</dc:title>
  <dc:subject/>
  <dc:creator>Meg Baker</dc:creator>
  <cp:keywords/>
  <dc:description/>
  <cp:lastModifiedBy>Meg Baker</cp:lastModifiedBy>
  <cp:revision>1</cp:revision>
  <dcterms:created xsi:type="dcterms:W3CDTF">2022-03-15T19:25:00Z</dcterms:created>
  <dcterms:modified xsi:type="dcterms:W3CDTF">2022-03-15T19:38:00Z</dcterms:modified>
</cp:coreProperties>
</file>